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4841525D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152340">
        <w:rPr>
          <w:rFonts w:cs="Arial"/>
          <w:color w:val="000000"/>
          <w:sz w:val="22"/>
        </w:rPr>
        <w:t>03.09</w:t>
      </w:r>
      <w:r w:rsidRPr="00316376">
        <w:rPr>
          <w:rFonts w:cs="Arial"/>
          <w:color w:val="000000"/>
          <w:sz w:val="22"/>
        </w:rPr>
        <w:t>.2025 nr JV-MAA-1/</w:t>
      </w:r>
      <w:r w:rsidR="00152340">
        <w:rPr>
          <w:rFonts w:cs="Arial"/>
          <w:color w:val="000000"/>
          <w:sz w:val="22"/>
        </w:rPr>
        <w:t>40</w:t>
      </w:r>
      <w:r w:rsidR="003D28C5">
        <w:rPr>
          <w:rFonts w:cs="Arial"/>
          <w:color w:val="000000"/>
          <w:sz w:val="22"/>
        </w:rPr>
        <w:t>59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X="226" w:tblpY="1"/>
        <w:tblOverlap w:val="never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124"/>
      </w:tblGrid>
      <w:tr w:rsidR="000505BA" w:rsidRPr="000B2E35" w14:paraId="5CF7D843" w14:textId="77777777" w:rsidTr="00D037E1">
        <w:trPr>
          <w:trHeight w:val="417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D037E1">
        <w:trPr>
          <w:trHeight w:val="415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D037E1">
        <w:trPr>
          <w:trHeight w:val="272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D037E1">
        <w:trPr>
          <w:trHeight w:val="421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D037E1">
        <w:trPr>
          <w:trHeight w:val="615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D037E1">
        <w:trPr>
          <w:trHeight w:val="94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505BA" w:rsidRPr="000B2E35" w14:paraId="514FD04C" w14:textId="77777777" w:rsidTr="00D037E1">
        <w:trPr>
          <w:trHeight w:val="93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C74B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2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5F378EE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172847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D037E1">
        <w:trPr>
          <w:trHeight w:val="93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1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71EA25A8" w:rsidR="000505BA" w:rsidRPr="000B2E35" w:rsidRDefault="000505BA" w:rsidP="00D037E1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152340">
              <w:rPr>
                <w:rFonts w:ascii="Calibri" w:eastAsia="Calibri" w:hAnsi="Calibri"/>
                <w:sz w:val="22"/>
                <w:szCs w:val="22"/>
                <w:lang w:val="et-EE"/>
              </w:rPr>
              <w:t>ga liitumisühenduse projekteerimine</w:t>
            </w:r>
          </w:p>
        </w:tc>
      </w:tr>
      <w:tr w:rsidR="000505BA" w:rsidRPr="000B2E35" w14:paraId="4433B2A0" w14:textId="77777777" w:rsidTr="00D037E1">
        <w:trPr>
          <w:trHeight w:val="155"/>
        </w:trPr>
        <w:tc>
          <w:tcPr>
            <w:tcW w:w="3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037E1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D037E1">
        <w:trPr>
          <w:trHeight w:val="580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4DEBCFE3" w:rsidR="000505BA" w:rsidRPr="000B2E35" w:rsidRDefault="003D28C5" w:rsidP="003D28C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3D28C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LR6029 „0,4 </w:t>
            </w:r>
            <w:proofErr w:type="spellStart"/>
            <w:r w:rsidRPr="003D28C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kV</w:t>
            </w:r>
            <w:proofErr w:type="spellEnd"/>
            <w:r w:rsidRPr="003D28C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elektrivõrguga liitumine - Võidu kinnistu, Vana-Otepää küla, Otepää vald Valga maakond“.</w:t>
            </w:r>
          </w:p>
        </w:tc>
      </w:tr>
      <w:tr w:rsidR="000505BA" w:rsidRPr="000B2E35" w14:paraId="70389172" w14:textId="77777777" w:rsidTr="00D037E1">
        <w:trPr>
          <w:trHeight w:val="580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B3CE075" w14:textId="7AAEDF18" w:rsidR="00A67711" w:rsidRPr="00A67711" w:rsidRDefault="00A67711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3D28C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Tanel Drenkhan</w:t>
            </w:r>
          </w:p>
          <w:p w14:paraId="293EFB39" w14:textId="77F19DEB" w:rsidR="000505BA" w:rsidRPr="000B2E35" w:rsidRDefault="00152340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Leonhard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Weiss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D037E1">
        <w:trPr>
          <w:trHeight w:val="580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5CBC6330" w:rsidR="000505BA" w:rsidRPr="000B2E35" w:rsidRDefault="003D28C5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3D28C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26.08.2025  nr 7.1-2/25/13288-2</w:t>
            </w:r>
          </w:p>
        </w:tc>
      </w:tr>
      <w:tr w:rsidR="000505BA" w:rsidRPr="000B2E35" w14:paraId="5C928269" w14:textId="77777777" w:rsidTr="00D037E1">
        <w:trPr>
          <w:trHeight w:val="312"/>
        </w:trPr>
        <w:tc>
          <w:tcPr>
            <w:tcW w:w="3227" w:type="dxa"/>
            <w:vMerge w:val="restart"/>
          </w:tcPr>
          <w:p w14:paraId="3EAE6C62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D037E1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000000"/>
            </w:tcBorders>
            <w:hideMark/>
          </w:tcPr>
          <w:p w14:paraId="696A62D3" w14:textId="55527E6A" w:rsidR="00C473E5" w:rsidRDefault="000505BA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3D28C5" w:rsidRPr="003D28C5">
              <w:rPr>
                <w:rFonts w:ascii="Times New Roman" w:hAnsi="Times New Roman"/>
                <w:b/>
                <w:lang w:val="et-EE"/>
              </w:rPr>
              <w:t xml:space="preserve">23181 Vana-Otepää - </w:t>
            </w:r>
            <w:proofErr w:type="spellStart"/>
            <w:r w:rsidR="003D28C5" w:rsidRPr="003D28C5">
              <w:rPr>
                <w:rFonts w:ascii="Times New Roman" w:hAnsi="Times New Roman"/>
                <w:b/>
                <w:lang w:val="et-EE"/>
              </w:rPr>
              <w:t>Kintsli</w:t>
            </w:r>
            <w:proofErr w:type="spellEnd"/>
            <w:r w:rsidR="003D28C5" w:rsidRPr="003D28C5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60513F7F" w14:textId="315E1A49" w:rsidR="000505BA" w:rsidRPr="008F0BAD" w:rsidRDefault="000505BA" w:rsidP="00D037E1">
            <w:pPr>
              <w:rPr>
                <w:rFonts w:ascii="Times New Roman" w:hAnsi="Times New Roman"/>
                <w:b/>
                <w:lang w:val="et-EE"/>
              </w:rPr>
            </w:pPr>
          </w:p>
          <w:p w14:paraId="27FDE246" w14:textId="77777777" w:rsidR="000505BA" w:rsidRDefault="000505BA" w:rsidP="00D037E1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037E1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D037E1">
        <w:trPr>
          <w:trHeight w:val="415"/>
        </w:trPr>
        <w:tc>
          <w:tcPr>
            <w:tcW w:w="3227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62D2BFB7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3D28C5">
              <w:rPr>
                <w:rFonts w:ascii="Times New Roman" w:hAnsi="Times New Roman"/>
                <w:bCs/>
                <w:lang w:val="et-EE"/>
              </w:rPr>
              <w:t>63602:001:1364</w:t>
            </w:r>
          </w:p>
          <w:p w14:paraId="17B972FB" w14:textId="5A35D722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3D28C5">
              <w:rPr>
                <w:rFonts w:ascii="Times New Roman" w:hAnsi="Times New Roman"/>
                <w:bCs/>
                <w:lang w:val="et-EE"/>
              </w:rPr>
              <w:t>7334250</w:t>
            </w:r>
          </w:p>
          <w:p w14:paraId="621A3798" w14:textId="77777777" w:rsidR="003D28C5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3D28C5" w:rsidRPr="003D28C5">
              <w:rPr>
                <w:rFonts w:ascii="Times New Roman" w:hAnsi="Times New Roman"/>
                <w:bCs/>
                <w:lang w:val="et-EE"/>
              </w:rPr>
              <w:t xml:space="preserve">23181 Vana-Otepää - </w:t>
            </w:r>
            <w:proofErr w:type="spellStart"/>
            <w:r w:rsidR="003D28C5" w:rsidRPr="003D28C5">
              <w:rPr>
                <w:rFonts w:ascii="Times New Roman" w:hAnsi="Times New Roman"/>
                <w:bCs/>
                <w:lang w:val="et-EE"/>
              </w:rPr>
              <w:t>Kintsli</w:t>
            </w:r>
            <w:proofErr w:type="spellEnd"/>
            <w:r w:rsidR="003D28C5" w:rsidRPr="003D28C5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0DA14518" w14:textId="61A4E5E0" w:rsid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3D28C5">
              <w:rPr>
                <w:rFonts w:ascii="Times New Roman" w:hAnsi="Times New Roman"/>
                <w:bCs/>
                <w:lang w:val="et-EE"/>
              </w:rPr>
              <w:t>6549</w:t>
            </w:r>
          </w:p>
          <w:p w14:paraId="7EE45F5D" w14:textId="639A5366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152340">
              <w:rPr>
                <w:rFonts w:ascii="Times New Roman" w:hAnsi="Times New Roman"/>
                <w:bCs/>
                <w:lang w:val="et-EE"/>
              </w:rPr>
              <w:t>1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5E3DADD3" w14:textId="387EB02A" w:rsidR="003D28C5" w:rsidRDefault="00B72E9F" w:rsidP="003D28C5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Ruumikuju andmed: </w:t>
            </w:r>
            <w:r w:rsidR="003D28C5">
              <w:rPr>
                <w:rFonts w:ascii="Times New Roman" w:hAnsi="Times New Roman"/>
                <w:bCs/>
                <w:lang w:val="et-EE"/>
              </w:rPr>
              <w:t xml:space="preserve">POS 1 ruumikuju 914354 </w:t>
            </w:r>
            <w:hyperlink r:id="rId13" w:history="1">
              <w:r w:rsidR="003D28C5" w:rsidRPr="00F15EE9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https://pari.kataster.ee/magic-link/6708f7d0-347f-461e-839f-e6f51b63a402</w:t>
              </w:r>
            </w:hyperlink>
          </w:p>
          <w:p w14:paraId="35EFA74A" w14:textId="77777777" w:rsidR="003D28C5" w:rsidRDefault="003D28C5" w:rsidP="003D28C5">
            <w:pPr>
              <w:rPr>
                <w:rFonts w:ascii="Times New Roman" w:hAnsi="Times New Roman"/>
                <w:bCs/>
                <w:lang w:val="et-EE"/>
              </w:rPr>
            </w:pPr>
          </w:p>
          <w:p w14:paraId="1255E221" w14:textId="77777777" w:rsidR="003D28C5" w:rsidRDefault="003D28C5" w:rsidP="003D28C5">
            <w:pPr>
              <w:rPr>
                <w:rFonts w:ascii="Times New Roman" w:hAnsi="Times New Roman"/>
                <w:bCs/>
                <w:lang w:val="et-EE"/>
              </w:rPr>
            </w:pPr>
          </w:p>
          <w:p w14:paraId="1292C15E" w14:textId="77777777" w:rsidR="003D28C5" w:rsidRPr="000B2E35" w:rsidRDefault="003D28C5" w:rsidP="003D28C5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  <w:p w14:paraId="1EDDACD9" w14:textId="270CAE03" w:rsidR="00152340" w:rsidRPr="000B2E35" w:rsidRDefault="00152340" w:rsidP="00152340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2"/>
        <w:gridCol w:w="6082"/>
      </w:tblGrid>
      <w:tr w:rsidR="00963490" w:rsidRPr="00963490" w14:paraId="6EF6D705" w14:textId="77777777" w:rsidTr="00901D9F">
        <w:trPr>
          <w:trHeight w:val="453"/>
        </w:trPr>
        <w:tc>
          <w:tcPr>
            <w:tcW w:w="3232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01D9F">
        <w:trPr>
          <w:trHeight w:val="453"/>
        </w:trPr>
        <w:tc>
          <w:tcPr>
            <w:tcW w:w="3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4A9F292B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041D53FB" w14:textId="5D700EA2" w:rsidR="007127AD" w:rsidRPr="007127AD" w:rsidRDefault="00450D04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aaõiguse vanemspetsialist</w:t>
      </w:r>
    </w:p>
    <w:p w14:paraId="6BDF560C" w14:textId="5D7D8F75" w:rsidR="000505BA" w:rsidRDefault="007127AD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sectPr w:rsidR="000505BA" w:rsidSect="008407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96C77" w14:textId="77777777" w:rsidR="00CF2630" w:rsidRDefault="00CF2630">
      <w:r>
        <w:separator/>
      </w:r>
    </w:p>
  </w:endnote>
  <w:endnote w:type="continuationSeparator" w:id="0">
    <w:p w14:paraId="6BABE210" w14:textId="77777777" w:rsidR="00CF2630" w:rsidRDefault="00CF2630">
      <w:r>
        <w:continuationSeparator/>
      </w:r>
    </w:p>
  </w:endnote>
  <w:endnote w:type="continuationNotice" w:id="1">
    <w:p w14:paraId="41F7A07B" w14:textId="77777777" w:rsidR="00CF2630" w:rsidRDefault="00CF26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1AA0C" w14:textId="77777777" w:rsidR="00CF2630" w:rsidRDefault="00CF2630">
      <w:r>
        <w:separator/>
      </w:r>
    </w:p>
  </w:footnote>
  <w:footnote w:type="continuationSeparator" w:id="0">
    <w:p w14:paraId="3FD2285C" w14:textId="77777777" w:rsidR="00CF2630" w:rsidRDefault="00CF2630">
      <w:r>
        <w:continuationSeparator/>
      </w:r>
    </w:p>
  </w:footnote>
  <w:footnote w:type="continuationNotice" w:id="1">
    <w:p w14:paraId="038AFA80" w14:textId="77777777" w:rsidR="00CF2630" w:rsidRDefault="00CF26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31675"/>
    <w:rsid w:val="00046344"/>
    <w:rsid w:val="000505BA"/>
    <w:rsid w:val="00077A84"/>
    <w:rsid w:val="00091F39"/>
    <w:rsid w:val="000B417F"/>
    <w:rsid w:val="000B4850"/>
    <w:rsid w:val="000B57BA"/>
    <w:rsid w:val="000F3E27"/>
    <w:rsid w:val="00103444"/>
    <w:rsid w:val="00111A7D"/>
    <w:rsid w:val="00121CC4"/>
    <w:rsid w:val="0013797F"/>
    <w:rsid w:val="00146F8F"/>
    <w:rsid w:val="00152340"/>
    <w:rsid w:val="00162108"/>
    <w:rsid w:val="00164D58"/>
    <w:rsid w:val="00176B5D"/>
    <w:rsid w:val="001871B2"/>
    <w:rsid w:val="0019253D"/>
    <w:rsid w:val="00194EE7"/>
    <w:rsid w:val="001B2F68"/>
    <w:rsid w:val="001B46D4"/>
    <w:rsid w:val="001D14EF"/>
    <w:rsid w:val="001E0921"/>
    <w:rsid w:val="001E09C8"/>
    <w:rsid w:val="002002F0"/>
    <w:rsid w:val="0021186E"/>
    <w:rsid w:val="00211A00"/>
    <w:rsid w:val="00215382"/>
    <w:rsid w:val="00225172"/>
    <w:rsid w:val="00227EE8"/>
    <w:rsid w:val="002401E8"/>
    <w:rsid w:val="0024234A"/>
    <w:rsid w:val="0026172F"/>
    <w:rsid w:val="002641F5"/>
    <w:rsid w:val="002726A3"/>
    <w:rsid w:val="002732AA"/>
    <w:rsid w:val="002935BE"/>
    <w:rsid w:val="002A1036"/>
    <w:rsid w:val="002A18A4"/>
    <w:rsid w:val="002A2B20"/>
    <w:rsid w:val="002B43F1"/>
    <w:rsid w:val="002C22A3"/>
    <w:rsid w:val="002D4D27"/>
    <w:rsid w:val="002D6251"/>
    <w:rsid w:val="002E0EF7"/>
    <w:rsid w:val="002F07BC"/>
    <w:rsid w:val="00300E09"/>
    <w:rsid w:val="003073D3"/>
    <w:rsid w:val="003127FB"/>
    <w:rsid w:val="00316376"/>
    <w:rsid w:val="0033388C"/>
    <w:rsid w:val="00335CBC"/>
    <w:rsid w:val="00344245"/>
    <w:rsid w:val="003467AE"/>
    <w:rsid w:val="00352EA9"/>
    <w:rsid w:val="003551E2"/>
    <w:rsid w:val="00357C22"/>
    <w:rsid w:val="00364590"/>
    <w:rsid w:val="00365F2B"/>
    <w:rsid w:val="00381AE8"/>
    <w:rsid w:val="00382D66"/>
    <w:rsid w:val="003A0ECE"/>
    <w:rsid w:val="003B5885"/>
    <w:rsid w:val="003B6F35"/>
    <w:rsid w:val="003D28C5"/>
    <w:rsid w:val="003D782C"/>
    <w:rsid w:val="003E2D1A"/>
    <w:rsid w:val="003F5996"/>
    <w:rsid w:val="00402D9D"/>
    <w:rsid w:val="004170C1"/>
    <w:rsid w:val="00430FA1"/>
    <w:rsid w:val="00450D04"/>
    <w:rsid w:val="00470107"/>
    <w:rsid w:val="00491AD7"/>
    <w:rsid w:val="0049396A"/>
    <w:rsid w:val="004D1D70"/>
    <w:rsid w:val="004E5DD5"/>
    <w:rsid w:val="0050379B"/>
    <w:rsid w:val="00532D2F"/>
    <w:rsid w:val="005525F7"/>
    <w:rsid w:val="00560B29"/>
    <w:rsid w:val="005623AF"/>
    <w:rsid w:val="00581E38"/>
    <w:rsid w:val="00582590"/>
    <w:rsid w:val="00585B08"/>
    <w:rsid w:val="005A217D"/>
    <w:rsid w:val="005A710F"/>
    <w:rsid w:val="005B1449"/>
    <w:rsid w:val="005B1C18"/>
    <w:rsid w:val="005C1966"/>
    <w:rsid w:val="005C24D9"/>
    <w:rsid w:val="005C4230"/>
    <w:rsid w:val="005E3618"/>
    <w:rsid w:val="00605B27"/>
    <w:rsid w:val="00615EB0"/>
    <w:rsid w:val="00623DF9"/>
    <w:rsid w:val="00625192"/>
    <w:rsid w:val="0062642C"/>
    <w:rsid w:val="00627953"/>
    <w:rsid w:val="0063780B"/>
    <w:rsid w:val="00643BDB"/>
    <w:rsid w:val="0064619A"/>
    <w:rsid w:val="006466E4"/>
    <w:rsid w:val="00657B6F"/>
    <w:rsid w:val="0066463C"/>
    <w:rsid w:val="006736DE"/>
    <w:rsid w:val="00675C6D"/>
    <w:rsid w:val="006A27A9"/>
    <w:rsid w:val="006B28B7"/>
    <w:rsid w:val="006B5553"/>
    <w:rsid w:val="006B79A8"/>
    <w:rsid w:val="006C1103"/>
    <w:rsid w:val="006C2F2C"/>
    <w:rsid w:val="006E063D"/>
    <w:rsid w:val="006E49AA"/>
    <w:rsid w:val="006F595A"/>
    <w:rsid w:val="00704301"/>
    <w:rsid w:val="0070500B"/>
    <w:rsid w:val="007127AD"/>
    <w:rsid w:val="00750008"/>
    <w:rsid w:val="00755DE3"/>
    <w:rsid w:val="00765D62"/>
    <w:rsid w:val="0077377F"/>
    <w:rsid w:val="00780FCA"/>
    <w:rsid w:val="007816BC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753E8"/>
    <w:rsid w:val="008759E3"/>
    <w:rsid w:val="00886F46"/>
    <w:rsid w:val="00896568"/>
    <w:rsid w:val="008B0407"/>
    <w:rsid w:val="008C4DA3"/>
    <w:rsid w:val="008C5B01"/>
    <w:rsid w:val="008D2D2A"/>
    <w:rsid w:val="008D3667"/>
    <w:rsid w:val="008D74B5"/>
    <w:rsid w:val="008F279F"/>
    <w:rsid w:val="008F2A05"/>
    <w:rsid w:val="008F47F1"/>
    <w:rsid w:val="00901D9F"/>
    <w:rsid w:val="0091258F"/>
    <w:rsid w:val="00912BDF"/>
    <w:rsid w:val="009303BE"/>
    <w:rsid w:val="00930BE5"/>
    <w:rsid w:val="00950164"/>
    <w:rsid w:val="00962A66"/>
    <w:rsid w:val="00963440"/>
    <w:rsid w:val="00963490"/>
    <w:rsid w:val="00992B14"/>
    <w:rsid w:val="009A0457"/>
    <w:rsid w:val="009A6455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67711"/>
    <w:rsid w:val="00A8345B"/>
    <w:rsid w:val="00A837AB"/>
    <w:rsid w:val="00AA344D"/>
    <w:rsid w:val="00AE1639"/>
    <w:rsid w:val="00AE6B50"/>
    <w:rsid w:val="00AE7ACB"/>
    <w:rsid w:val="00AF6389"/>
    <w:rsid w:val="00B05AE2"/>
    <w:rsid w:val="00B33B98"/>
    <w:rsid w:val="00B4021D"/>
    <w:rsid w:val="00B61872"/>
    <w:rsid w:val="00B72E9F"/>
    <w:rsid w:val="00B845CE"/>
    <w:rsid w:val="00B91B48"/>
    <w:rsid w:val="00BA3B23"/>
    <w:rsid w:val="00BA66A4"/>
    <w:rsid w:val="00BA75D5"/>
    <w:rsid w:val="00BD14A4"/>
    <w:rsid w:val="00BF0E4C"/>
    <w:rsid w:val="00BF4038"/>
    <w:rsid w:val="00C0020C"/>
    <w:rsid w:val="00C12E95"/>
    <w:rsid w:val="00C14ACD"/>
    <w:rsid w:val="00C34030"/>
    <w:rsid w:val="00C3645D"/>
    <w:rsid w:val="00C473E5"/>
    <w:rsid w:val="00C526F5"/>
    <w:rsid w:val="00C53640"/>
    <w:rsid w:val="00C712AC"/>
    <w:rsid w:val="00C86912"/>
    <w:rsid w:val="00C86C12"/>
    <w:rsid w:val="00C86E8D"/>
    <w:rsid w:val="00C91854"/>
    <w:rsid w:val="00C95ABD"/>
    <w:rsid w:val="00C966E8"/>
    <w:rsid w:val="00CA45BC"/>
    <w:rsid w:val="00CA4C43"/>
    <w:rsid w:val="00CB0FEA"/>
    <w:rsid w:val="00CB31D7"/>
    <w:rsid w:val="00CE4916"/>
    <w:rsid w:val="00CE5616"/>
    <w:rsid w:val="00CE6E1D"/>
    <w:rsid w:val="00CF2630"/>
    <w:rsid w:val="00CF5F86"/>
    <w:rsid w:val="00D00B63"/>
    <w:rsid w:val="00D0223D"/>
    <w:rsid w:val="00D037E1"/>
    <w:rsid w:val="00D100C4"/>
    <w:rsid w:val="00D14728"/>
    <w:rsid w:val="00D25D80"/>
    <w:rsid w:val="00D30B1A"/>
    <w:rsid w:val="00D343E0"/>
    <w:rsid w:val="00D4458D"/>
    <w:rsid w:val="00D77FE1"/>
    <w:rsid w:val="00D8006E"/>
    <w:rsid w:val="00D879EE"/>
    <w:rsid w:val="00D902BD"/>
    <w:rsid w:val="00DB14F4"/>
    <w:rsid w:val="00DB17D9"/>
    <w:rsid w:val="00DB742D"/>
    <w:rsid w:val="00DC25F8"/>
    <w:rsid w:val="00DF283A"/>
    <w:rsid w:val="00DF2D6D"/>
    <w:rsid w:val="00DF3E13"/>
    <w:rsid w:val="00E0231B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9115C"/>
    <w:rsid w:val="00EB5167"/>
    <w:rsid w:val="00EB79F8"/>
    <w:rsid w:val="00EB7E1A"/>
    <w:rsid w:val="00EC15EB"/>
    <w:rsid w:val="00EC6F44"/>
    <w:rsid w:val="00ED0222"/>
    <w:rsid w:val="00ED26F8"/>
    <w:rsid w:val="00EF0689"/>
    <w:rsid w:val="00F05A6A"/>
    <w:rsid w:val="00F30F4E"/>
    <w:rsid w:val="00F400F4"/>
    <w:rsid w:val="00F50474"/>
    <w:rsid w:val="00F629CC"/>
    <w:rsid w:val="00F67A7C"/>
    <w:rsid w:val="00F75059"/>
    <w:rsid w:val="00F8649D"/>
    <w:rsid w:val="00F87519"/>
    <w:rsid w:val="00F94E63"/>
    <w:rsid w:val="00F9746F"/>
    <w:rsid w:val="00FA13F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6708f7d0-347f-461e-839f-e6f51b63a402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ulvi.mannama@elektrilev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6</TotalTime>
  <Pages>2</Pages>
  <Words>271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2025-04-15T10:05:00Z</cp:lastPrinted>
  <dcterms:created xsi:type="dcterms:W3CDTF">2025-09-03T11:25:00Z</dcterms:created>
  <dcterms:modified xsi:type="dcterms:W3CDTF">2025-09-03T11:25:00Z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